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72720E" w14:textId="77777777" w:rsidR="00D916DF" w:rsidRPr="006948DD" w:rsidRDefault="00F10FBE" w:rsidP="006948DD">
      <w:pPr>
        <w:pStyle w:val="Title"/>
      </w:pPr>
      <w:r w:rsidRPr="006948DD">
        <w:t xml:space="preserve">Simple </w:t>
      </w:r>
      <w:r w:rsidR="008D1EC3" w:rsidRPr="006948DD">
        <w:t>Room</w:t>
      </w:r>
      <w:r w:rsidR="00710F36" w:rsidRPr="006948DD">
        <w:t xml:space="preserve"> </w:t>
      </w:r>
      <w:r w:rsidRPr="006948DD">
        <w:t>Design</w:t>
      </w:r>
    </w:p>
    <w:p w14:paraId="7A8E44DF" w14:textId="72FF3398" w:rsidR="00D916DF" w:rsidRPr="00996F65" w:rsidRDefault="00D62305" w:rsidP="00996F65">
      <w:r>
        <w:rPr>
          <w:noProof/>
        </w:rPr>
        <mc:AlternateContent>
          <mc:Choice Requires="wps">
            <w:drawing>
              <wp:anchor distT="91440" distB="91440" distL="365760" distR="365760" simplePos="0" relativeHeight="251661312" behindDoc="0" locked="0" layoutInCell="1" allowOverlap="1" wp14:anchorId="42F674D9" wp14:editId="4C672778">
                <wp:simplePos x="0" y="0"/>
                <wp:positionH relativeFrom="margin">
                  <wp:align>center</wp:align>
                </wp:positionH>
                <wp:positionV relativeFrom="margin">
                  <wp:posOffset>2114550</wp:posOffset>
                </wp:positionV>
                <wp:extent cx="3781425" cy="2066290"/>
                <wp:effectExtent l="0" t="0" r="0" b="2540"/>
                <wp:wrapTopAndBottom/>
                <wp:docPr id="146" name="Rectangle 146"/>
                <wp:cNvGraphicFramePr/>
                <a:graphic xmlns:a="http://schemas.openxmlformats.org/drawingml/2006/main">
                  <a:graphicData uri="http://schemas.microsoft.com/office/word/2010/wordprocessingShape">
                    <wps:wsp>
                      <wps:cNvSpPr/>
                      <wps:spPr>
                        <a:xfrm>
                          <a:off x="0" y="0"/>
                          <a:ext cx="3781425" cy="20662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32E1C29" w14:textId="078BC0DE" w:rsidR="00D62305" w:rsidRDefault="00D62305">
                            <w:pPr>
                              <w:pStyle w:val="NoSpacing"/>
                              <w:pBdr>
                                <w:top w:val="single" w:sz="6" w:space="10" w:color="E84C22" w:themeColor="accent1"/>
                                <w:left w:val="single" w:sz="2" w:space="10" w:color="FFFFFF" w:themeColor="background1"/>
                                <w:bottom w:val="single" w:sz="6" w:space="10" w:color="E84C22" w:themeColor="accent1"/>
                                <w:right w:val="single" w:sz="2" w:space="10" w:color="FFFFFF" w:themeColor="background1"/>
                              </w:pBdr>
                              <w:spacing w:before="240" w:after="240" w:line="259" w:lineRule="auto"/>
                              <w:jc w:val="center"/>
                              <w:rPr>
                                <w:color w:val="E84C22" w:themeColor="accent1"/>
                                <w:sz w:val="24"/>
                                <w:szCs w:val="24"/>
                              </w:rPr>
                            </w:pPr>
                            <w:r w:rsidRPr="00D62305">
                              <w:rPr>
                                <w:color w:val="E84C22" w:themeColor="accent1"/>
                                <w:sz w:val="24"/>
                                <w:szCs w:val="24"/>
                              </w:rPr>
                              <w:t>Go with what you love, and the rest will fall into place.</w:t>
                            </w:r>
                          </w:p>
                        </w:txbxContent>
                      </wps:txbx>
                      <wps:bodyPr rot="0" spcFirstLastPara="0" vertOverflow="overflow" horzOverflow="overflow" vert="horz" wrap="square" lIns="137160" tIns="0" rIns="13716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ect w14:anchorId="42F674D9" id="Rectangle 146" o:spid="_x0000_s1026" style="position:absolute;margin-left:0;margin-top:166.5pt;width:297.75pt;height:162.7pt;z-index:251661312;visibility:visible;mso-wrap-style:square;mso-width-percent:0;mso-height-percent:0;mso-wrap-distance-left:28.8pt;mso-wrap-distance-top:7.2pt;mso-wrap-distance-right:28.8pt;mso-wrap-distance-bottom:7.2pt;mso-position-horizontal:center;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" filled="f" stroked="f" strokeweight="1.5pt">
                <v:stroke endcap="round"/>
                <v:textbox style="mso-fit-shape-to-text:t" inset="10.8pt,0,10.8pt,0">
                  <w:txbxContent>
                    <w:p w14:paraId="332E1C29" w14:textId="078BC0DE" w:rsidR="00D62305" w:rsidRDefault="00D62305">
                      <w:pPr>
                        <w:pStyle w:val="NoSpacing"/>
                        <w:pBdr>
                          <w:top w:val="single" w:sz="6" w:space="10" w:color="E84C22" w:themeColor="accent1"/>
                          <w:left w:val="single" w:sz="2" w:space="10" w:color="FFFFFF" w:themeColor="background1"/>
                          <w:bottom w:val="single" w:sz="6" w:space="10" w:color="E84C22" w:themeColor="accent1"/>
                          <w:right w:val="single" w:sz="2" w:space="10" w:color="FFFFFF" w:themeColor="background1"/>
                        </w:pBdr>
                        <w:spacing w:before="240" w:after="240" w:line="259" w:lineRule="auto"/>
                        <w:jc w:val="center"/>
                        <w:rPr>
                          <w:color w:val="E84C22" w:themeColor="accent1"/>
                          <w:sz w:val="24"/>
                          <w:szCs w:val="24"/>
                        </w:rPr>
                      </w:pPr>
                      <w:r w:rsidRPr="00D62305">
                        <w:rPr>
                          <w:color w:val="E84C22" w:themeColor="accent1"/>
                          <w:sz w:val="24"/>
                          <w:szCs w:val="24"/>
                        </w:rPr>
                        <w:t>Go with what you love, and the rest will fall into place.</w:t>
                      </w:r>
                    </w:p>
                  </w:txbxContent>
                </v:textbox>
                <w10:wrap type="topAndBottom" anchorx="margin" anchory="margin"/>
              </v:rect>
            </w:pict>
          </mc:Fallback>
        </mc:AlternateContent>
      </w:r>
      <w:r w:rsidR="008D1EC3" w:rsidRPr="00996F65">
        <w:t>With the</w:t>
      </w:r>
      <w:r w:rsidR="00560002" w:rsidRPr="00996F65">
        <w:t xml:space="preserve"> Room Planner</w:t>
      </w:r>
      <w:r w:rsidR="008D1EC3" w:rsidRPr="00996F65">
        <w:t>,</w:t>
      </w:r>
      <w:r w:rsidR="00560002" w:rsidRPr="00996F65">
        <w:t xml:space="preserve"> </w:t>
      </w:r>
      <w:r w:rsidR="008D1EC3" w:rsidRPr="00996F65">
        <w:t>you’ll</w:t>
      </w:r>
      <w:r w:rsidR="00560002" w:rsidRPr="00996F65">
        <w:t xml:space="preserve"> never make a design mistake again. Created by acclaimed interior designers to simplify the redecorating process, this </w:t>
      </w:r>
      <w:r w:rsidR="008D1EC3" w:rsidRPr="00996F65">
        <w:t>planning tool</w:t>
      </w:r>
      <w:r w:rsidR="00560002" w:rsidRPr="00996F65">
        <w:t xml:space="preserve"> incorporates elements of color, dimension, and style to </w:t>
      </w:r>
      <w:r w:rsidR="008D1EC3" w:rsidRPr="00996F65">
        <w:t>guide</w:t>
      </w:r>
      <w:r w:rsidR="00560002" w:rsidRPr="00996F65">
        <w:t xml:space="preserve"> your project. </w:t>
      </w:r>
      <w:r w:rsidR="008D1EC3" w:rsidRPr="00996F65">
        <w:t>It includes a furniture location guide; room grid; drawing tools; and miniature furniture, rugs, accessories, and color swatches that match our large in-store selection.</w:t>
      </w:r>
      <w:r w:rsidR="006B5864" w:rsidRPr="00996F65">
        <w:t xml:space="preserve"> Here’s how to use the planner to create the room of your dreams!</w:t>
      </w:r>
    </w:p>
    <w:p w14:paraId="48B7570A" w14:textId="177C348C" w:rsidR="006948DD" w:rsidRDefault="006948DD" w:rsidP="00996F65">
      <w:pPr>
        <w:sectPr w:rsidR="006948DD" w:rsidSect="0091465A">
          <w:pgSz w:w="12240" w:h="15840"/>
          <w:pgMar w:top="1440" w:right="1166" w:bottom="1440" w:left="1886" w:header="720" w:footer="720" w:gutter="0"/>
          <w:cols w:space="720"/>
          <w:titlePg/>
          <w:docGrid w:linePitch="360"/>
        </w:sectPr>
      </w:pPr>
    </w:p>
    <w:p w14:paraId="59BEB520" w14:textId="4E218670" w:rsidR="00D916DF" w:rsidRPr="00996F65" w:rsidRDefault="00BB2F7F" w:rsidP="00996F65">
      <w:r w:rsidRPr="00996F65">
        <w:t xml:space="preserve">Take a look at how your home is decorated and note the things you like and dislike. Pay special attention to the color scheme and to how each room "feels" to you. Is it inviting? Does it feel comfortable? Does it relax </w:t>
      </w:r>
      <w:r w:rsidR="00D62305">
        <w:t xml:space="preserve">you </w:t>
      </w:r>
      <w:r w:rsidRPr="00996F65">
        <w:t xml:space="preserve">or </w:t>
      </w:r>
      <w:r w:rsidR="00D62305">
        <w:t>does it i</w:t>
      </w:r>
      <w:r w:rsidRPr="00996F65">
        <w:t>nvigorate you?</w:t>
      </w:r>
    </w:p>
    <w:p w14:paraId="04378304" w14:textId="5D7ABF50" w:rsidR="00D916DF" w:rsidRPr="00996F65" w:rsidRDefault="00BB2F7F" w:rsidP="00996F65">
      <w:r w:rsidRPr="00996F65">
        <w:t>Focus on the room(s) you would most like to change. Brainstorm all the things you would change in that room if you could. Don't give a thought to any financial considerations; just let your imagin</w:t>
      </w:r>
      <w:r w:rsidR="00731E3A" w:rsidRPr="00996F65">
        <w:t>ation</w:t>
      </w:r>
      <w:r w:rsidRPr="00996F65">
        <w:t xml:space="preserve"> go wild! It might be helpful to write down all the negatives and positives. You don't need to com</w:t>
      </w:r>
      <w:r w:rsidR="008D1EC3" w:rsidRPr="00996F65">
        <w:t>e up with solutions all at once.</w:t>
      </w:r>
      <w:r w:rsidRPr="00996F65">
        <w:t xml:space="preserve"> </w:t>
      </w:r>
      <w:r w:rsidR="008D1EC3" w:rsidRPr="00996F65">
        <w:t>J</w:t>
      </w:r>
      <w:r w:rsidRPr="00996F65">
        <w:t xml:space="preserve">ust </w:t>
      </w:r>
      <w:r w:rsidR="00731E3A" w:rsidRPr="00996F65">
        <w:t>be</w:t>
      </w:r>
      <w:r w:rsidRPr="00996F65">
        <w:t xml:space="preserve"> clear on what you like and what you hate about that room.</w:t>
      </w:r>
    </w:p>
    <w:p w14:paraId="60A9E3A1" w14:textId="77777777" w:rsidR="00D916DF" w:rsidRPr="00996F65" w:rsidRDefault="00BB2F7F" w:rsidP="00996F65">
      <w:r w:rsidRPr="00996F65">
        <w:t xml:space="preserve">Visit our showroom and </w:t>
      </w:r>
      <w:r w:rsidR="008D1EC3" w:rsidRPr="00996F65">
        <w:t>purchase</w:t>
      </w:r>
      <w:r w:rsidRPr="00996F65">
        <w:t xml:space="preserve"> a Room Planner. While you're there, take a look around and see what really appeals to you. Sometimes entire rooms are designed around just one or two special pieces, so don't be afraid to fall in love with something that doesn't seem to fit into your overall scheme. Go with what you love, and the rest will fall into place.</w:t>
      </w:r>
    </w:p>
    <w:p w14:paraId="708E73A6" w14:textId="6EC0AABC" w:rsidR="00D916DF" w:rsidRPr="00996F65" w:rsidRDefault="00D62305" w:rsidP="00996F65">
      <w:r>
        <w:br w:type="column"/>
      </w:r>
      <w:r w:rsidR="00BB2F7F" w:rsidRPr="00996F65">
        <w:t xml:space="preserve">Take your </w:t>
      </w:r>
      <w:r w:rsidR="00D1344E" w:rsidRPr="00996F65">
        <w:t xml:space="preserve">Room Planner </w:t>
      </w:r>
      <w:r w:rsidR="00BB2F7F" w:rsidRPr="00996F65">
        <w:t xml:space="preserve">home and get to work! Adjust the </w:t>
      </w:r>
      <w:r w:rsidR="006B5864" w:rsidRPr="00996F65">
        <w:t>planner</w:t>
      </w:r>
      <w:r w:rsidR="00BB2F7F" w:rsidRPr="00996F65">
        <w:t xml:space="preserve"> so </w:t>
      </w:r>
      <w:r w:rsidR="008D1EC3" w:rsidRPr="00996F65">
        <w:t xml:space="preserve">that </w:t>
      </w:r>
      <w:r w:rsidR="00BB2F7F" w:rsidRPr="00996F65">
        <w:t>it models the room dimensions. Don't forget to place the windows and doors. Arrange the furniture placeholders to mirror how your room is currently set up.</w:t>
      </w:r>
    </w:p>
    <w:p w14:paraId="23F7912E" w14:textId="77777777" w:rsidR="00D916DF" w:rsidRPr="00996F65" w:rsidRDefault="00BB2F7F" w:rsidP="00996F65">
      <w:r w:rsidRPr="00996F65">
        <w:t>This is where the fun begins! Start changing things around a bit. Move the furniture, add different colors</w:t>
      </w:r>
      <w:r w:rsidR="001C75B8" w:rsidRPr="00996F65">
        <w:t>,</w:t>
      </w:r>
      <w:r w:rsidRPr="00996F65">
        <w:t xml:space="preserve"> and watch </w:t>
      </w:r>
      <w:r w:rsidR="001C75B8" w:rsidRPr="00996F65">
        <w:t>the room</w:t>
      </w:r>
      <w:r w:rsidRPr="00996F65">
        <w:t xml:space="preserve"> come together! Here's where you can tell if that rich red rug you saw in the showroom </w:t>
      </w:r>
      <w:r w:rsidR="001C75B8" w:rsidRPr="00996F65">
        <w:t>enhances</w:t>
      </w:r>
      <w:r w:rsidRPr="00996F65">
        <w:t xml:space="preserve"> or </w:t>
      </w:r>
      <w:r w:rsidR="001C75B8" w:rsidRPr="00996F65">
        <w:t>overwhelms</w:t>
      </w:r>
      <w:r w:rsidRPr="00996F65">
        <w:t xml:space="preserve"> your room. What about that overstuffed chair </w:t>
      </w:r>
      <w:r w:rsidR="001C75B8" w:rsidRPr="00996F65">
        <w:t>that caught your eye</w:t>
      </w:r>
      <w:r w:rsidRPr="00996F65">
        <w:t>? Place a furniture or accessory shape</w:t>
      </w:r>
      <w:r w:rsidR="006B5864" w:rsidRPr="00996F65">
        <w:t>,</w:t>
      </w:r>
      <w:r w:rsidRPr="00996F65">
        <w:t xml:space="preserve"> and </w:t>
      </w:r>
      <w:r w:rsidR="006B5864" w:rsidRPr="00996F65">
        <w:t xml:space="preserve">then </w:t>
      </w:r>
      <w:r w:rsidRPr="00996F65">
        <w:t>color it. Does it look great or is it too jarring? Change the color...</w:t>
      </w:r>
      <w:r w:rsidR="001C75B8" w:rsidRPr="00996F65">
        <w:t xml:space="preserve"> </w:t>
      </w:r>
      <w:r w:rsidRPr="00996F65">
        <w:t xml:space="preserve">does that help? Don't forget about the walls. Try different colors </w:t>
      </w:r>
      <w:r w:rsidR="006B5864" w:rsidRPr="00996F65">
        <w:t>to</w:t>
      </w:r>
      <w:r w:rsidRPr="00996F65">
        <w:t xml:space="preserve"> see the effect on the room overall.</w:t>
      </w:r>
    </w:p>
    <w:p w14:paraId="6B895E83" w14:textId="28543FED" w:rsidR="00D916DF" w:rsidRPr="00996F65" w:rsidRDefault="00BB2F7F" w:rsidP="00996F65">
      <w:r w:rsidRPr="00996F65">
        <w:t xml:space="preserve">When you're sure you have the right look and feel, take a break. Put </w:t>
      </w:r>
      <w:r w:rsidR="006B5864" w:rsidRPr="00996F65">
        <w:t>the planner</w:t>
      </w:r>
      <w:r w:rsidRPr="00996F65">
        <w:t xml:space="preserve"> away and sleep on </w:t>
      </w:r>
      <w:r w:rsidR="006B5864" w:rsidRPr="00996F65">
        <w:t>your design</w:t>
      </w:r>
      <w:r w:rsidRPr="00996F65">
        <w:t xml:space="preserve"> for a day or two. Then </w:t>
      </w:r>
      <w:r w:rsidR="006B5864" w:rsidRPr="00996F65">
        <w:t>review</w:t>
      </w:r>
      <w:r w:rsidRPr="00996F65">
        <w:t xml:space="preserve"> it again. Does it still look perfect</w:t>
      </w:r>
      <w:r w:rsidR="006B5864" w:rsidRPr="00996F65">
        <w:t>,</w:t>
      </w:r>
      <w:r w:rsidRPr="00996F65">
        <w:t xml:space="preserve"> or is something not quite right? </w:t>
      </w:r>
      <w:r w:rsidR="006B5864" w:rsidRPr="00996F65">
        <w:t>Y</w:t>
      </w:r>
      <w:r w:rsidRPr="00996F65">
        <w:t xml:space="preserve">ou might need to live with the new plan for a few days, especially if </w:t>
      </w:r>
      <w:r w:rsidR="006B5864" w:rsidRPr="00996F65">
        <w:t>you’ve made</w:t>
      </w:r>
      <w:r w:rsidRPr="00996F65">
        <w:t xml:space="preserve"> big change</w:t>
      </w:r>
      <w:r w:rsidR="006B5864" w:rsidRPr="00996F65">
        <w:t>s</w:t>
      </w:r>
      <w:r w:rsidRPr="00996F65">
        <w:t>. When everything feels just right to you, you're ready for the next big step!</w:t>
      </w:r>
    </w:p>
    <w:p w14:paraId="6C1E759D" w14:textId="77777777" w:rsidR="006948DD" w:rsidRDefault="006948DD" w:rsidP="00996F65">
      <w:pPr>
        <w:sectPr w:rsidR="006948DD" w:rsidSect="00D62305">
          <w:type w:val="continuous"/>
          <w:pgSz w:w="12240" w:h="15840"/>
          <w:pgMar w:top="1440" w:right="1166" w:bottom="1440" w:left="1886" w:header="720" w:footer="720" w:gutter="0"/>
          <w:cols w:num="2" w:space="432"/>
          <w:titlePg/>
          <w:docGrid w:linePitch="360"/>
        </w:sectPr>
      </w:pPr>
    </w:p>
    <w:p w14:paraId="0FFBA867" w14:textId="77777777" w:rsidR="00D916DF" w:rsidRPr="00996F65" w:rsidRDefault="00BB2F7F" w:rsidP="00996F65">
      <w:r w:rsidRPr="00996F65">
        <w:lastRenderedPageBreak/>
        <w:t xml:space="preserve">Come back to the store. Look again at the pieces you liked during your last visit and see if you still love them. If you're not quite sure, go back to your planner for a little more tweaking. </w:t>
      </w:r>
      <w:r w:rsidR="006B5864" w:rsidRPr="00996F65">
        <w:t>I</w:t>
      </w:r>
      <w:r w:rsidRPr="00996F65">
        <w:t xml:space="preserve">f you are sure, take a look </w:t>
      </w:r>
      <w:r w:rsidR="006B5864" w:rsidRPr="00996F65">
        <w:t>around the store one more time t</w:t>
      </w:r>
      <w:r w:rsidRPr="00996F65">
        <w:t>o see if anything else catches your eye. Then make y</w:t>
      </w:r>
      <w:r w:rsidR="006B5864" w:rsidRPr="00996F65">
        <w:t>our purchases</w:t>
      </w:r>
      <w:r w:rsidRPr="00996F65">
        <w:t>. You're almost there!</w:t>
      </w:r>
    </w:p>
    <w:p w14:paraId="4F3AFA12" w14:textId="01FCE4AD" w:rsidR="00D916DF" w:rsidRPr="00996F65" w:rsidRDefault="00D62305" w:rsidP="00996F65">
      <w:r>
        <w:rPr>
          <w:noProof/>
        </w:rPr>
        <mc:AlternateContent>
          <mc:Choice Requires="wpg">
            <w:drawing>
              <wp:anchor distT="0" distB="0" distL="457200" distR="457200" simplePos="0" relativeHeight="251659264" behindDoc="0" locked="0" layoutInCell="1" allowOverlap="1" wp14:anchorId="5DDD7CA4" wp14:editId="15037779">
                <wp:simplePos x="4838700" y="228600"/>
                <wp:positionH relativeFrom="page">
                  <wp:align>right</wp:align>
                </wp:positionH>
                <mc:AlternateContent>
                  <mc:Choice Requires="wp14">
                    <wp:positionV relativeFrom="page">
                      <wp14:pctPosVOffset>2300</wp14:pctPosVOffset>
                    </wp:positionV>
                  </mc:Choice>
                  <mc:Fallback>
                    <wp:positionV relativeFrom="page">
                      <wp:posOffset>231140</wp:posOffset>
                    </wp:positionV>
                  </mc:Fallback>
                </mc:AlternateContent>
                <wp:extent cx="2935224" cy="9372600"/>
                <wp:effectExtent l="0" t="0" r="0" b="0"/>
                <wp:wrapSquare wrapText="bothSides"/>
                <wp:docPr id="186" name="Group 186"/>
                <wp:cNvGraphicFramePr/>
                <a:graphic xmlns:a="http://schemas.openxmlformats.org/drawingml/2006/main">
                  <a:graphicData uri="http://schemas.microsoft.com/office/word/2010/wordprocessingGroup">
                    <wpg:wgp>
                      <wpg:cNvGrpSpPr/>
                      <wpg:grpSpPr>
                        <a:xfrm>
                          <a:off x="0" y="0"/>
                          <a:ext cx="2935224" cy="9372600"/>
                          <a:chOff x="0" y="0"/>
                          <a:chExt cx="2933967" cy="9372600"/>
                        </a:xfrm>
                      </wpg:grpSpPr>
                      <wps:wsp>
                        <wps:cNvPr id="187" name="Text Box 187"/>
                        <wps:cNvSpPr txBox="1"/>
                        <wps:spPr>
                          <a:xfrm>
                            <a:off x="0" y="590550"/>
                            <a:ext cx="2057400" cy="7772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EA367E" w14:textId="787C0799" w:rsidR="00D62305" w:rsidRDefault="00D62305">
                              <w:pPr>
                                <w:pStyle w:val="TOCHeading"/>
                                <w:spacing w:before="120"/>
                                <w:rPr>
                                  <w:color w:val="E84C22" w:themeColor="accent1"/>
                                  <w:sz w:val="26"/>
                                  <w:szCs w:val="26"/>
                                </w:rPr>
                              </w:pPr>
                              <w:r>
                                <w:rPr>
                                  <w:color w:val="E84C22" w:themeColor="accent1"/>
                                  <w:sz w:val="26"/>
                                  <w:szCs w:val="26"/>
                                </w:rPr>
                                <w:t>Tips</w:t>
                              </w:r>
                            </w:p>
                            <w:p w14:paraId="662A8C46" w14:textId="3EF51693" w:rsidR="00D62305" w:rsidRDefault="00D62305" w:rsidP="00D62305">
                              <w:pPr>
                                <w:rPr>
                                  <w:color w:val="7F7F7F" w:themeColor="text1" w:themeTint="80"/>
                                  <w:sz w:val="20"/>
                                  <w:szCs w:val="20"/>
                                </w:rPr>
                              </w:pPr>
                              <w:r w:rsidRPr="00D62305">
                                <w:rPr>
                                  <w:color w:val="7F7F7F" w:themeColor="text1" w:themeTint="80"/>
                                  <w:sz w:val="20"/>
                                  <w:szCs w:val="20"/>
                                </w:rPr>
                                <w:t>If you decided to paint your room, do that before your new pieces are delivered. You'll want to start enjoying your new room as soon as your purchases arrive.</w:t>
                              </w:r>
                            </w:p>
                            <w:p w14:paraId="5B6FED7A" w14:textId="7CAC85D4" w:rsidR="00D62305" w:rsidRDefault="00D62305" w:rsidP="00D62305">
                              <w:pPr>
                                <w:rPr>
                                  <w:color w:val="7F7F7F" w:themeColor="text1" w:themeTint="80"/>
                                  <w:sz w:val="20"/>
                                  <w:szCs w:val="20"/>
                                </w:rPr>
                              </w:pPr>
                              <w:r w:rsidRPr="00D62305">
                                <w:rPr>
                                  <w:color w:val="7F7F7F" w:themeColor="text1" w:themeTint="80"/>
                                  <w:sz w:val="20"/>
                                  <w:szCs w:val="20"/>
                                </w:rPr>
                                <w:t>To order the Room Planner for just $39.99 plus shipping and handling, visit our website at www.wideworldimporters.com or call us at 925-555-0167. The Outdoor Room Planner retails for $29.99 plus shipping and handling. Both planners are also available in our stores, so be sure to ask about them the next time you visit. We accept all major credit cards.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grpSp>
                        <wpg:cNvPr id="188" name="Group 188"/>
                        <wpg:cNvGrpSpPr/>
                        <wpg:grpSpPr>
                          <a:xfrm>
                            <a:off x="2019300" y="0"/>
                            <a:ext cx="914667" cy="9372600"/>
                            <a:chOff x="0" y="0"/>
                            <a:chExt cx="914667" cy="9372600"/>
                          </a:xfrm>
                        </wpg:grpSpPr>
                        <wps:wsp>
                          <wps:cNvPr id="189" name="Rectangle 189"/>
                          <wps:cNvSpPr/>
                          <wps:spPr>
                            <a:xfrm>
                              <a:off x="0" y="0"/>
                              <a:ext cx="914667" cy="937260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90" name="Group 190"/>
                          <wpg:cNvGrpSpPr/>
                          <wpg:grpSpPr>
                            <a:xfrm>
                              <a:off x="0" y="0"/>
                              <a:ext cx="685800" cy="9372600"/>
                              <a:chOff x="0" y="0"/>
                              <a:chExt cx="685922" cy="9372600"/>
                            </a:xfrm>
                          </wpg:grpSpPr>
                          <wps:wsp>
                            <wps:cNvPr id="191" name="Rectangle 8"/>
                            <wps:cNvSpPr/>
                            <wps:spPr>
                              <a:xfrm>
                                <a:off x="18410" y="0"/>
                                <a:ext cx="667512" cy="9363456"/>
                              </a:xfrm>
                              <a:custGeom>
                                <a:avLst/>
                                <a:gdLst>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0 w 667679"/>
                                  <a:gd name="connsiteY4" fmla="*/ 0 h 9363456"/>
                                  <a:gd name="connsiteX0" fmla="*/ 19104 w 686783"/>
                                  <a:gd name="connsiteY0" fmla="*/ 0 h 9363456"/>
                                  <a:gd name="connsiteX1" fmla="*/ 686783 w 686783"/>
                                  <a:gd name="connsiteY1" fmla="*/ 0 h 9363456"/>
                                  <a:gd name="connsiteX2" fmla="*/ 686783 w 686783"/>
                                  <a:gd name="connsiteY2" fmla="*/ 9363456 h 9363456"/>
                                  <a:gd name="connsiteX3" fmla="*/ 19104 w 686783"/>
                                  <a:gd name="connsiteY3" fmla="*/ 9363456 h 9363456"/>
                                  <a:gd name="connsiteX4" fmla="*/ 0 w 686783"/>
                                  <a:gd name="connsiteY4" fmla="*/ 5353050 h 9363456"/>
                                  <a:gd name="connsiteX5" fmla="*/ 19104 w 686783"/>
                                  <a:gd name="connsiteY5" fmla="*/ 0 h 9363456"/>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228546 w 667679"/>
                                  <a:gd name="connsiteY4" fmla="*/ 5419712 h 9363456"/>
                                  <a:gd name="connsiteX5" fmla="*/ 0 w 667679"/>
                                  <a:gd name="connsiteY5" fmla="*/ 0 h 9363456"/>
                                  <a:gd name="connsiteX0" fmla="*/ 0 w 667679"/>
                                  <a:gd name="connsiteY0" fmla="*/ 0 h 9363456"/>
                                  <a:gd name="connsiteX1" fmla="*/ 667679 w 667679"/>
                                  <a:gd name="connsiteY1" fmla="*/ 0 h 9363456"/>
                                  <a:gd name="connsiteX2" fmla="*/ 667679 w 667679"/>
                                  <a:gd name="connsiteY2" fmla="*/ 9363456 h 9363456"/>
                                  <a:gd name="connsiteX3" fmla="*/ 0 w 667679"/>
                                  <a:gd name="connsiteY3" fmla="*/ 9363456 h 9363456"/>
                                  <a:gd name="connsiteX4" fmla="*/ 219021 w 667679"/>
                                  <a:gd name="connsiteY4" fmla="*/ 5372097 h 9363456"/>
                                  <a:gd name="connsiteX5" fmla="*/ 0 w 667679"/>
                                  <a:gd name="connsiteY5" fmla="*/ 0 h 936345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67679" h="9363456">
                                    <a:moveTo>
                                      <a:pt x="0" y="0"/>
                                    </a:moveTo>
                                    <a:lnTo>
                                      <a:pt x="667679" y="0"/>
                                    </a:lnTo>
                                    <a:lnTo>
                                      <a:pt x="667679" y="9363456"/>
                                    </a:lnTo>
                                    <a:lnTo>
                                      <a:pt x="0" y="9363456"/>
                                    </a:lnTo>
                                    <a:lnTo>
                                      <a:pt x="219021" y="5372097"/>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2" name="Rectangle 192"/>
                            <wps:cNvSpPr/>
                            <wps:spPr>
                              <a:xfrm>
                                <a:off x="0" y="0"/>
                                <a:ext cx="685800" cy="9372600"/>
                              </a:xfrm>
                              <a:prstGeom prst="rect">
                                <a:avLst/>
                              </a:prstGeom>
                              <a:blipFill>
                                <a:blip r:embed="rId10"/>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wgp>
                  </a:graphicData>
                </a:graphic>
                <wp14:sizeRelH relativeFrom="margin">
                  <wp14:pctWidth>0</wp14:pctWidth>
                </wp14:sizeRelH>
                <wp14:sizeRelV relativeFrom="page">
                  <wp14:pctHeight>93200</wp14:pctHeight>
                </wp14:sizeRelV>
              </wp:anchor>
            </w:drawing>
          </mc:Choice>
          <mc:Fallback>
            <w:pict>
              <v:group w14:anchorId="5DDD7CA4" id="Group 186" o:spid="_x0000_s1027" style="position:absolute;margin-left:179.9pt;margin-top:0;width:231.1pt;height:738pt;z-index:251659264;mso-height-percent:932;mso-top-percent:23;mso-wrap-distance-left:36pt;mso-wrap-distance-right:36pt;mso-position-horizontal:right;mso-position-horizontal-relative:page;mso-position-vertical-relative:page;mso-height-percent:932;mso-top-percent:23;mso-width-relative:margin" coordsize="29339,937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">
                <v:shapetype id="_x0000_t202" coordsize="21600,21600" o:spt="202" path="m,l,21600r21600,l21600,xe">
                  <v:stroke joinstyle="miter"/>
                  <v:path gradientshapeok="t" o:connecttype="rect"/>
                </v:shapetype>
                <v:shape id="Text Box 187" o:spid="_x0000_s1028" type="#_x0000_t202" style="position:absolute;top:5905;width:20574;height:77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" filled="f" stroked="f" strokeweight=".5pt">
                  <v:textbox inset="0,0,0,0">
                    <w:txbxContent>
                      <w:p w14:paraId="54EA367E" w14:textId="787C0799" w:rsidR="00D62305" w:rsidRDefault="00D62305">
                        <w:pPr>
                          <w:pStyle w:val="TOCHeading"/>
                          <w:spacing w:before="120"/>
                          <w:rPr>
                            <w:color w:val="E84C22" w:themeColor="accent1"/>
                            <w:sz w:val="26"/>
                            <w:szCs w:val="26"/>
                          </w:rPr>
                        </w:pPr>
                        <w:r>
                          <w:rPr>
                            <w:color w:val="E84C22" w:themeColor="accent1"/>
                            <w:sz w:val="26"/>
                            <w:szCs w:val="26"/>
                          </w:rPr>
                          <w:t>Tips</w:t>
                        </w:r>
                      </w:p>
                      <w:p w14:paraId="662A8C46" w14:textId="3EF51693" w:rsidR="00D62305" w:rsidRDefault="00D62305" w:rsidP="00D62305">
                        <w:pPr>
                          <w:rPr>
                            <w:color w:val="7F7F7F" w:themeColor="text1" w:themeTint="80"/>
                            <w:sz w:val="20"/>
                            <w:szCs w:val="20"/>
                          </w:rPr>
                        </w:pPr>
                        <w:r w:rsidRPr="00D62305">
                          <w:rPr>
                            <w:color w:val="7F7F7F" w:themeColor="text1" w:themeTint="80"/>
                            <w:sz w:val="20"/>
                            <w:szCs w:val="20"/>
                          </w:rPr>
                          <w:t>If you decided to paint your room, do that before your new pieces are delivered. You'll want to start enjoying your new room as soon as your purchases arrive.</w:t>
                        </w:r>
                      </w:p>
                      <w:p w14:paraId="5B6FED7A" w14:textId="7CAC85D4" w:rsidR="00D62305" w:rsidRDefault="00D62305" w:rsidP="00D62305">
                        <w:pPr>
                          <w:rPr>
                            <w:color w:val="7F7F7F" w:themeColor="text1" w:themeTint="80"/>
                            <w:sz w:val="20"/>
                            <w:szCs w:val="20"/>
                          </w:rPr>
                        </w:pPr>
                        <w:r w:rsidRPr="00D62305">
                          <w:rPr>
                            <w:color w:val="7F7F7F" w:themeColor="text1" w:themeTint="80"/>
                            <w:sz w:val="20"/>
                            <w:szCs w:val="20"/>
                          </w:rPr>
                          <w:t>To order the Room Planner for just $39.99 plus shipping and handling, visit our website at www.wideworldimporters.com or call us at 925-555-0167. The Outdoor Room Planner retails for $29.99 plus shipping and handling. Both planners are also available in our stores, so be sure to ask about them the next time you visit. We accept all major credit cards.</w:t>
                        </w:r>
                      </w:p>
                    </w:txbxContent>
                  </v:textbox>
                </v:shape>
                <v:group id="Group 188" o:spid="_x0000_s1029" style="position:absolute;left:20193;width:9146;height:93726" coordsize="9146,93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">
                  <v:rect id="Rectangle 189" o:spid="_x0000_s1030" style="position:absolute;width:9146;height:937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" fillcolor="white [3212]" stroked="f" strokeweight="1.5pt">
                    <v:fill opacity="0"/>
                    <v:stroke endcap="round"/>
                  </v:rect>
                  <v:group id="Group 190" o:spid="_x0000_s1031" style="position:absolute;width:6858;height:93726" coordsize="6859,93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g/b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4Ivz8gEev4LAAD//wMAUEsBAi0AFAAGAAgAAAAhANvh9svuAAAAhQEAABMAAAAAAAAA&#10;AAAAAAAAAAAAAFtDb250ZW50X1R5cGVzXS54bWxQSwECLQAUAAYACAAAACEAWvQsW78AAAAVAQAA&#10;CwAAAAAAAAAAAAAAAAAfAQAAX3JlbHMvLnJlbHNQSwECLQAUAAYACAAAACEAo84P28YAAADcAAAA&#10;DwAAAAAAAAAAAAAAAAAHAgAAZHJzL2Rvd25yZXYueG1sUEsFBgAAAAADAAMAtwAAAPoCAAAAAA==&#10;">
                    <v:shape id="Rectangle 8" o:spid="_x0000_s1032" style="position:absolute;left:184;width:6675;height:93634;visibility:visible;mso-wrap-style:square;v-text-anchor:middle" coordsize="667679,9363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" path="m,l667679,r,9363456l,9363456,219021,5372097,,xe" fillcolor="#e84c22 [3204]" stroked="f" strokeweight="1.5pt">
                      <v:stroke endcap="round"/>
                      <v:path arrowok="t" o:connecttype="custom" o:connectlocs="0,0;667512,0;667512,9363456;0,9363456;218966,5372097;0,0" o:connectangles="0,0,0,0,0,0"/>
                    </v:shape>
                    <v:rect id="Rectangle 192" o:spid="_x0000_s1033" style="position:absolute;width:6858;height:937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" stroked="f" strokeweight="1.5pt">
                      <v:fill r:id="rId14" o:title="" recolor="t" rotate="t" type="frame"/>
                      <v:stroke endcap="round"/>
                    </v:rect>
                  </v:group>
                </v:group>
                <w10:wrap type="square" anchorx="page" anchory="page"/>
              </v:group>
            </w:pict>
          </mc:Fallback>
        </mc:AlternateContent>
      </w:r>
      <w:r w:rsidR="00BB2F7F" w:rsidRPr="00996F65">
        <w:t xml:space="preserve">After a few weeks, ask yourself </w:t>
      </w:r>
      <w:r w:rsidR="006B5864" w:rsidRPr="00996F65">
        <w:t>whether</w:t>
      </w:r>
      <w:r w:rsidR="00BB2F7F" w:rsidRPr="00996F65">
        <w:t xml:space="preserve"> the room is as great as you thought it would be. Does it achieve the look and feel you were after? You have 30 days to </w:t>
      </w:r>
      <w:r w:rsidR="006B5864" w:rsidRPr="00996F65">
        <w:t>fall in love with</w:t>
      </w:r>
      <w:r w:rsidR="00BB2F7F" w:rsidRPr="00996F65">
        <w:t xml:space="preserve"> our furniture </w:t>
      </w:r>
      <w:r w:rsidR="006B5864" w:rsidRPr="00996F65">
        <w:t>and</w:t>
      </w:r>
      <w:r w:rsidR="00BB2F7F" w:rsidRPr="00996F65">
        <w:t xml:space="preserve"> accessories, so if you </w:t>
      </w:r>
      <w:r w:rsidR="00E476E8" w:rsidRPr="00996F65">
        <w:t>are</w:t>
      </w:r>
      <w:r w:rsidR="00BB2F7F" w:rsidRPr="00996F65">
        <w:t xml:space="preserve"> disappointed in any way, </w:t>
      </w:r>
      <w:r w:rsidR="00E476E8" w:rsidRPr="00996F65">
        <w:t>you can</w:t>
      </w:r>
      <w:r w:rsidR="00BB2F7F" w:rsidRPr="00996F65">
        <w:t xml:space="preserve"> return undamaged pieces </w:t>
      </w:r>
      <w:r w:rsidR="00E476E8" w:rsidRPr="00996F65">
        <w:t>for</w:t>
      </w:r>
      <w:r w:rsidR="00BB2F7F" w:rsidRPr="00996F65">
        <w:t xml:space="preserve"> just a nominal </w:t>
      </w:r>
      <w:r w:rsidR="00E476E8" w:rsidRPr="00996F65">
        <w:t>restocking charge</w:t>
      </w:r>
      <w:r w:rsidR="00BB2F7F" w:rsidRPr="00996F65">
        <w:t>.</w:t>
      </w:r>
    </w:p>
    <w:p w14:paraId="2498759C" w14:textId="16B30CFF" w:rsidR="00D916DF" w:rsidRPr="00996F65" w:rsidRDefault="00BB2F7F" w:rsidP="00996F65">
      <w:r w:rsidRPr="00996F65">
        <w:t xml:space="preserve">If you're not sure you made the right choices and don't know which way to turn, arrange to meet with one of our designers. This free service </w:t>
      </w:r>
      <w:r w:rsidR="00E476E8" w:rsidRPr="00996F65">
        <w:t xml:space="preserve">is available </w:t>
      </w:r>
      <w:r w:rsidRPr="00996F65">
        <w:t xml:space="preserve">to all our customers. </w:t>
      </w:r>
      <w:r w:rsidR="00E476E8" w:rsidRPr="00996F65">
        <w:t xml:space="preserve">Sometimes talking </w:t>
      </w:r>
      <w:r w:rsidRPr="00996F65">
        <w:t xml:space="preserve">over your plans or obstacles with a professional </w:t>
      </w:r>
      <w:r w:rsidR="00E476E8" w:rsidRPr="00996F65">
        <w:t xml:space="preserve">can really help </w:t>
      </w:r>
      <w:r w:rsidRPr="00996F65">
        <w:t>get you back on track.</w:t>
      </w:r>
    </w:p>
    <w:p w14:paraId="07E498D3" w14:textId="77777777" w:rsidR="00D916DF" w:rsidRPr="00996F65" w:rsidRDefault="00BB2F7F" w:rsidP="00996F65">
      <w:r w:rsidRPr="00996F65">
        <w:t xml:space="preserve">Success! Your room is everything you hoped for. Now what about your bedroom? Maybe a new </w:t>
      </w:r>
      <w:r w:rsidR="00E476E8" w:rsidRPr="00996F65">
        <w:t>linen chest</w:t>
      </w:r>
      <w:r w:rsidRPr="00996F65">
        <w:t xml:space="preserve"> o</w:t>
      </w:r>
      <w:r w:rsidR="00E476E8" w:rsidRPr="00996F65">
        <w:t>r perhaps new window treatments?</w:t>
      </w:r>
      <w:r w:rsidRPr="00996F65">
        <w:t xml:space="preserve"> The Room Planner can be used countless times for any room in the house. And if you're eyeing your </w:t>
      </w:r>
      <w:r w:rsidR="00E476E8" w:rsidRPr="00996F65">
        <w:t xml:space="preserve">patio or deck </w:t>
      </w:r>
      <w:r w:rsidRPr="00996F65">
        <w:t xml:space="preserve">as your next makeover project, </w:t>
      </w:r>
      <w:r w:rsidR="00E476E8" w:rsidRPr="00996F65">
        <w:t>you’ll want to check out the</w:t>
      </w:r>
      <w:r w:rsidRPr="00996F65">
        <w:t xml:space="preserve"> </w:t>
      </w:r>
      <w:r w:rsidR="00E476E8" w:rsidRPr="00996F65">
        <w:t>Outdoor</w:t>
      </w:r>
      <w:r w:rsidRPr="00996F65">
        <w:t xml:space="preserve"> </w:t>
      </w:r>
      <w:r w:rsidR="00E476E8" w:rsidRPr="00996F65">
        <w:t>Room Planner, too.</w:t>
      </w:r>
    </w:p>
    <w:sectPr w:rsidR="00D916DF" w:rsidRPr="00996F65" w:rsidSect="005D5764">
      <w:type w:val="continuous"/>
      <w:pgSz w:w="12240" w:h="15840"/>
      <w:pgMar w:top="1440" w:right="1166" w:bottom="1440" w:left="188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765BF" w14:textId="77777777" w:rsidR="004F128C" w:rsidRDefault="004F128C">
      <w:r>
        <w:separator/>
      </w:r>
    </w:p>
  </w:endnote>
  <w:endnote w:type="continuationSeparator" w:id="0">
    <w:p w14:paraId="219E5E26" w14:textId="77777777" w:rsidR="004F128C" w:rsidRDefault="004F1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orbel">
    <w:panose1 w:val="020B0503020204020204"/>
    <w:charset w:val="00"/>
    <w:family w:val="swiss"/>
    <w:pitch w:val="variable"/>
    <w:sig w:usb0="A00002EF" w:usb1="4000A44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Pro">
    <w:charset w:val="00"/>
    <w:family w:val="swiss"/>
    <w:pitch w:val="variable"/>
    <w:sig w:usb0="A00002AF" w:usb1="4000205B" w:usb2="00000000" w:usb3="00000000" w:csb0="0000009F" w:csb1="00000000"/>
  </w:font>
  <w:font w:name="Segoe">
    <w:altName w:val="Segoe Pro"/>
    <w:charset w:val="00"/>
    <w:family w:val="swiss"/>
    <w:pitch w:val="variable"/>
    <w:sig w:usb0="A00002AF" w:usb1="4000205B" w:usb2="00000000" w:usb3="00000000" w:csb0="0000009F" w:csb1="00000000"/>
  </w:font>
  <w:font w:name="Segoe Pro Semibold">
    <w:altName w:val="Segoe Pro Semibold"/>
    <w:charset w:val="00"/>
    <w:family w:val="swiss"/>
    <w:pitch w:val="variable"/>
    <w:sig w:usb0="A00002AF" w:usb1="4000205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DBCB9" w14:textId="77777777" w:rsidR="004F128C" w:rsidRDefault="004F128C">
      <w:r>
        <w:separator/>
      </w:r>
    </w:p>
  </w:footnote>
  <w:footnote w:type="continuationSeparator" w:id="0">
    <w:p w14:paraId="5647EA8B" w14:textId="77777777" w:rsidR="004F128C" w:rsidRDefault="004F12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A90A7A"/>
    <w:multiLevelType w:val="hybridMultilevel"/>
    <w:tmpl w:val="636A6DA0"/>
    <w:lvl w:ilvl="0" w:tplc="F5B4ABF8">
      <w:start w:val="1"/>
      <w:numFmt w:val="bullet"/>
      <w:pStyle w:val="List1Practice"/>
      <w:lvlText w:val=""/>
      <w:lvlJc w:val="left"/>
      <w:pPr>
        <w:ind w:left="2045" w:hanging="360"/>
      </w:pPr>
      <w:rPr>
        <w:rFonts w:ascii="Wingdings" w:hAnsi="Wingdings" w:hint="default"/>
      </w:rPr>
    </w:lvl>
    <w:lvl w:ilvl="1" w:tplc="04090003" w:tentative="1">
      <w:start w:val="1"/>
      <w:numFmt w:val="bullet"/>
      <w:lvlText w:val="o"/>
      <w:lvlJc w:val="left"/>
      <w:pPr>
        <w:ind w:left="2765" w:hanging="360"/>
      </w:pPr>
      <w:rPr>
        <w:rFonts w:ascii="Courier New" w:hAnsi="Courier New" w:cs="Courier New" w:hint="default"/>
      </w:rPr>
    </w:lvl>
    <w:lvl w:ilvl="2" w:tplc="04090005" w:tentative="1">
      <w:start w:val="1"/>
      <w:numFmt w:val="bullet"/>
      <w:lvlText w:val=""/>
      <w:lvlJc w:val="left"/>
      <w:pPr>
        <w:ind w:left="3485" w:hanging="360"/>
      </w:pPr>
      <w:rPr>
        <w:rFonts w:ascii="Wingdings" w:hAnsi="Wingdings" w:hint="default"/>
      </w:rPr>
    </w:lvl>
    <w:lvl w:ilvl="3" w:tplc="04090001" w:tentative="1">
      <w:start w:val="1"/>
      <w:numFmt w:val="bullet"/>
      <w:lvlText w:val=""/>
      <w:lvlJc w:val="left"/>
      <w:pPr>
        <w:ind w:left="4205" w:hanging="360"/>
      </w:pPr>
      <w:rPr>
        <w:rFonts w:ascii="Symbol" w:hAnsi="Symbol" w:hint="default"/>
      </w:rPr>
    </w:lvl>
    <w:lvl w:ilvl="4" w:tplc="04090003" w:tentative="1">
      <w:start w:val="1"/>
      <w:numFmt w:val="bullet"/>
      <w:lvlText w:val="o"/>
      <w:lvlJc w:val="left"/>
      <w:pPr>
        <w:ind w:left="4925" w:hanging="360"/>
      </w:pPr>
      <w:rPr>
        <w:rFonts w:ascii="Courier New" w:hAnsi="Courier New" w:cs="Courier New" w:hint="default"/>
      </w:rPr>
    </w:lvl>
    <w:lvl w:ilvl="5" w:tplc="04090005" w:tentative="1">
      <w:start w:val="1"/>
      <w:numFmt w:val="bullet"/>
      <w:lvlText w:val=""/>
      <w:lvlJc w:val="left"/>
      <w:pPr>
        <w:ind w:left="5645" w:hanging="360"/>
      </w:pPr>
      <w:rPr>
        <w:rFonts w:ascii="Wingdings" w:hAnsi="Wingdings" w:hint="default"/>
      </w:rPr>
    </w:lvl>
    <w:lvl w:ilvl="6" w:tplc="04090001" w:tentative="1">
      <w:start w:val="1"/>
      <w:numFmt w:val="bullet"/>
      <w:lvlText w:val=""/>
      <w:lvlJc w:val="left"/>
      <w:pPr>
        <w:ind w:left="6365" w:hanging="360"/>
      </w:pPr>
      <w:rPr>
        <w:rFonts w:ascii="Symbol" w:hAnsi="Symbol" w:hint="default"/>
      </w:rPr>
    </w:lvl>
    <w:lvl w:ilvl="7" w:tplc="04090003" w:tentative="1">
      <w:start w:val="1"/>
      <w:numFmt w:val="bullet"/>
      <w:lvlText w:val="o"/>
      <w:lvlJc w:val="left"/>
      <w:pPr>
        <w:ind w:left="7085" w:hanging="360"/>
      </w:pPr>
      <w:rPr>
        <w:rFonts w:ascii="Courier New" w:hAnsi="Courier New" w:cs="Courier New" w:hint="default"/>
      </w:rPr>
    </w:lvl>
    <w:lvl w:ilvl="8" w:tplc="04090005" w:tentative="1">
      <w:start w:val="1"/>
      <w:numFmt w:val="bullet"/>
      <w:lvlText w:val=""/>
      <w:lvlJc w:val="left"/>
      <w:pPr>
        <w:ind w:left="7805" w:hanging="360"/>
      </w:pPr>
      <w:rPr>
        <w:rFonts w:ascii="Wingdings" w:hAnsi="Wingdings" w:hint="default"/>
      </w:rPr>
    </w:lvl>
  </w:abstractNum>
  <w:abstractNum w:abstractNumId="1" w15:restartNumberingAfterBreak="0">
    <w:nsid w:val="432B11CF"/>
    <w:multiLevelType w:val="hybridMultilevel"/>
    <w:tmpl w:val="CAEE9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C4D59B3"/>
    <w:multiLevelType w:val="hybridMultilevel"/>
    <w:tmpl w:val="5F7ECCCC"/>
    <w:lvl w:ilvl="0" w:tplc="4A9831C2">
      <w:start w:val="1"/>
      <w:numFmt w:val="bullet"/>
      <w:pStyle w:val="List1ProcSingle"/>
      <w:lvlText w:val="➜"/>
      <w:lvlJc w:val="left"/>
      <w:pPr>
        <w:ind w:left="1980" w:hanging="360"/>
      </w:pPr>
      <w:rPr>
        <w:rFonts w:ascii="MS Gothic" w:eastAsia="MS Gothic" w:hAnsi="MS Gothic" w:hint="eastAsia"/>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num w:numId="1">
    <w:abstractNumId w:val="1"/>
  </w:num>
  <w:num w:numId="2">
    <w:abstractNumId w:val="0"/>
  </w:num>
  <w:num w:numId="3">
    <w:abstractNumId w:val="2"/>
  </w:num>
  <w:num w:numId="4">
    <w:abstractNumId w:val="0"/>
  </w:num>
  <w:num w:numId="5">
    <w:abstractNumId w:val="2"/>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onsecutiveHyphenLimit w:val="1"/>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F7F"/>
    <w:rsid w:val="0001499A"/>
    <w:rsid w:val="00081740"/>
    <w:rsid w:val="00092107"/>
    <w:rsid w:val="000B4C0D"/>
    <w:rsid w:val="000D192A"/>
    <w:rsid w:val="000E0940"/>
    <w:rsid w:val="001165C0"/>
    <w:rsid w:val="00163A44"/>
    <w:rsid w:val="001924A2"/>
    <w:rsid w:val="001A6D5E"/>
    <w:rsid w:val="001B4E81"/>
    <w:rsid w:val="001C75B8"/>
    <w:rsid w:val="00244FDE"/>
    <w:rsid w:val="002540A5"/>
    <w:rsid w:val="0028293F"/>
    <w:rsid w:val="002B5787"/>
    <w:rsid w:val="002E45A9"/>
    <w:rsid w:val="00300EFB"/>
    <w:rsid w:val="00305329"/>
    <w:rsid w:val="003A27F9"/>
    <w:rsid w:val="003A2B8F"/>
    <w:rsid w:val="00414CEF"/>
    <w:rsid w:val="004615A9"/>
    <w:rsid w:val="004A0D27"/>
    <w:rsid w:val="004B633A"/>
    <w:rsid w:val="004C7938"/>
    <w:rsid w:val="004D5E91"/>
    <w:rsid w:val="004F128C"/>
    <w:rsid w:val="00521861"/>
    <w:rsid w:val="00560002"/>
    <w:rsid w:val="00592E6E"/>
    <w:rsid w:val="005950FB"/>
    <w:rsid w:val="005A0149"/>
    <w:rsid w:val="005A208C"/>
    <w:rsid w:val="005C0136"/>
    <w:rsid w:val="005C4312"/>
    <w:rsid w:val="005D5764"/>
    <w:rsid w:val="006726AF"/>
    <w:rsid w:val="006948DD"/>
    <w:rsid w:val="006B5864"/>
    <w:rsid w:val="00710F36"/>
    <w:rsid w:val="00731E3A"/>
    <w:rsid w:val="00734918"/>
    <w:rsid w:val="00793101"/>
    <w:rsid w:val="00854467"/>
    <w:rsid w:val="00867463"/>
    <w:rsid w:val="0087034A"/>
    <w:rsid w:val="00893870"/>
    <w:rsid w:val="008B3B20"/>
    <w:rsid w:val="008D1EC3"/>
    <w:rsid w:val="009067FD"/>
    <w:rsid w:val="0091465A"/>
    <w:rsid w:val="009164CA"/>
    <w:rsid w:val="00932773"/>
    <w:rsid w:val="00942A38"/>
    <w:rsid w:val="0094399F"/>
    <w:rsid w:val="009869E0"/>
    <w:rsid w:val="00996F65"/>
    <w:rsid w:val="00A26103"/>
    <w:rsid w:val="00A60DE8"/>
    <w:rsid w:val="00A91597"/>
    <w:rsid w:val="00AC16A7"/>
    <w:rsid w:val="00AD4CF3"/>
    <w:rsid w:val="00AE53C6"/>
    <w:rsid w:val="00AF6212"/>
    <w:rsid w:val="00B112FB"/>
    <w:rsid w:val="00B61E83"/>
    <w:rsid w:val="00B658C5"/>
    <w:rsid w:val="00B75571"/>
    <w:rsid w:val="00B83BC4"/>
    <w:rsid w:val="00BA630F"/>
    <w:rsid w:val="00BB0C79"/>
    <w:rsid w:val="00BB2F7F"/>
    <w:rsid w:val="00BF0CEF"/>
    <w:rsid w:val="00C316FE"/>
    <w:rsid w:val="00C833AE"/>
    <w:rsid w:val="00CA6B5E"/>
    <w:rsid w:val="00D035E5"/>
    <w:rsid w:val="00D1344E"/>
    <w:rsid w:val="00D334AD"/>
    <w:rsid w:val="00D62305"/>
    <w:rsid w:val="00D831E1"/>
    <w:rsid w:val="00D916DF"/>
    <w:rsid w:val="00E06E73"/>
    <w:rsid w:val="00E476E8"/>
    <w:rsid w:val="00E55ECD"/>
    <w:rsid w:val="00E625CE"/>
    <w:rsid w:val="00E651D2"/>
    <w:rsid w:val="00EB3BDF"/>
    <w:rsid w:val="00F10FBE"/>
    <w:rsid w:val="00F1640F"/>
    <w:rsid w:val="00F40258"/>
    <w:rsid w:val="00F621A1"/>
    <w:rsid w:val="00FD07ED"/>
    <w:rsid w:val="00FD4C73"/>
    <w:rsid w:val="00FD6328"/>
    <w:rsid w:val="00FF4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602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40"/>
    <w:lsdException w:name="Table Theme" w:semiHidden="1" w:unhideWhenUsed="1"/>
    <w:lsdException w:name="Placeholder Text" w:semiHidden="1" w:uiPriority="0"/>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2305"/>
  </w:style>
  <w:style w:type="paragraph" w:styleId="Heading1">
    <w:name w:val="heading 1"/>
    <w:basedOn w:val="Normal"/>
    <w:next w:val="Normal"/>
    <w:link w:val="Heading1Char"/>
    <w:uiPriority w:val="9"/>
    <w:qFormat/>
    <w:rsid w:val="00D62305"/>
    <w:pPr>
      <w:keepNext/>
      <w:keepLines/>
      <w:spacing w:before="320" w:after="80" w:line="240" w:lineRule="auto"/>
      <w:jc w:val="center"/>
      <w:outlineLvl w:val="0"/>
    </w:pPr>
    <w:rPr>
      <w:rFonts w:asciiTheme="majorHAnsi" w:eastAsiaTheme="majorEastAsia" w:hAnsiTheme="majorHAnsi" w:cstheme="majorBidi"/>
      <w:color w:val="B43412" w:themeColor="accent1" w:themeShade="BF"/>
      <w:sz w:val="40"/>
      <w:szCs w:val="40"/>
    </w:rPr>
  </w:style>
  <w:style w:type="paragraph" w:styleId="Heading2">
    <w:name w:val="heading 2"/>
    <w:basedOn w:val="Normal"/>
    <w:next w:val="Normal"/>
    <w:link w:val="Heading2Char"/>
    <w:uiPriority w:val="9"/>
    <w:semiHidden/>
    <w:unhideWhenUsed/>
    <w:qFormat/>
    <w:rsid w:val="00D62305"/>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semiHidden/>
    <w:unhideWhenUsed/>
    <w:qFormat/>
    <w:rsid w:val="00D62305"/>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D62305"/>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D62305"/>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D62305"/>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D62305"/>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D62305"/>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D62305"/>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B2F7F"/>
    <w:pPr>
      <w:jc w:val="both"/>
    </w:pPr>
    <w:rPr>
      <w:rFonts w:ascii="Century Gothic" w:hAnsi="Century Gothic"/>
    </w:rPr>
  </w:style>
  <w:style w:type="character" w:customStyle="1" w:styleId="BodyTextChar">
    <w:name w:val="Body Text Char"/>
    <w:basedOn w:val="DefaultParagraphFont"/>
    <w:link w:val="BodyText"/>
    <w:rsid w:val="00BB2F7F"/>
    <w:rPr>
      <w:rFonts w:ascii="Century Gothic" w:eastAsia="Times New Roman" w:hAnsi="Century Gothic" w:cs="Times New Roman"/>
      <w:sz w:val="24"/>
      <w:szCs w:val="24"/>
    </w:rPr>
  </w:style>
  <w:style w:type="character" w:customStyle="1" w:styleId="Heading1Char">
    <w:name w:val="Heading 1 Char"/>
    <w:basedOn w:val="DefaultParagraphFont"/>
    <w:link w:val="Heading1"/>
    <w:uiPriority w:val="9"/>
    <w:rsid w:val="00D62305"/>
    <w:rPr>
      <w:rFonts w:asciiTheme="majorHAnsi" w:eastAsiaTheme="majorEastAsia" w:hAnsiTheme="majorHAnsi" w:cstheme="majorBidi"/>
      <w:color w:val="B43412" w:themeColor="accent1" w:themeShade="BF"/>
      <w:sz w:val="40"/>
      <w:szCs w:val="40"/>
    </w:rPr>
  </w:style>
  <w:style w:type="character" w:customStyle="1" w:styleId="Heading2Char">
    <w:name w:val="Heading 2 Char"/>
    <w:basedOn w:val="DefaultParagraphFont"/>
    <w:link w:val="Heading2"/>
    <w:uiPriority w:val="9"/>
    <w:semiHidden/>
    <w:rsid w:val="00D62305"/>
    <w:rPr>
      <w:rFonts w:asciiTheme="majorHAnsi" w:eastAsiaTheme="majorEastAsia" w:hAnsiTheme="majorHAnsi" w:cstheme="majorBidi"/>
      <w:sz w:val="32"/>
      <w:szCs w:val="32"/>
    </w:rPr>
  </w:style>
  <w:style w:type="character" w:styleId="Emphasis">
    <w:name w:val="Emphasis"/>
    <w:basedOn w:val="DefaultParagraphFont"/>
    <w:uiPriority w:val="20"/>
    <w:qFormat/>
    <w:rsid w:val="00D62305"/>
    <w:rPr>
      <w:i/>
      <w:iCs/>
      <w:color w:val="000000" w:themeColor="text1"/>
    </w:rPr>
  </w:style>
  <w:style w:type="character" w:styleId="PlaceholderText">
    <w:name w:val="Placeholder Text"/>
    <w:basedOn w:val="DefaultParagraphFont"/>
    <w:rsid w:val="00F40258"/>
  </w:style>
  <w:style w:type="paragraph" w:styleId="NormalIndent">
    <w:name w:val="Normal Indent"/>
    <w:basedOn w:val="Normal"/>
    <w:uiPriority w:val="99"/>
    <w:unhideWhenUsed/>
    <w:rsid w:val="00D035E5"/>
    <w:pPr>
      <w:spacing w:after="200" w:line="276" w:lineRule="auto"/>
      <w:ind w:left="720"/>
      <w:contextualSpacing/>
    </w:pPr>
    <w:rPr>
      <w:rFonts w:ascii="Calibri" w:eastAsia="Calibri" w:hAnsi="Calibri"/>
    </w:rPr>
  </w:style>
  <w:style w:type="paragraph" w:styleId="Header">
    <w:name w:val="header"/>
    <w:basedOn w:val="Normal"/>
    <w:link w:val="HeaderChar"/>
    <w:uiPriority w:val="99"/>
    <w:unhideWhenUsed/>
    <w:rsid w:val="00D035E5"/>
    <w:pPr>
      <w:tabs>
        <w:tab w:val="center" w:pos="4680"/>
        <w:tab w:val="right" w:pos="9360"/>
      </w:tabs>
    </w:pPr>
  </w:style>
  <w:style w:type="character" w:customStyle="1" w:styleId="HeaderChar">
    <w:name w:val="Header Char"/>
    <w:basedOn w:val="DefaultParagraphFont"/>
    <w:link w:val="Header"/>
    <w:uiPriority w:val="99"/>
    <w:rsid w:val="00D035E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035E5"/>
    <w:pPr>
      <w:tabs>
        <w:tab w:val="center" w:pos="4680"/>
        <w:tab w:val="right" w:pos="9360"/>
      </w:tabs>
    </w:pPr>
  </w:style>
  <w:style w:type="character" w:customStyle="1" w:styleId="FooterChar">
    <w:name w:val="Footer Char"/>
    <w:basedOn w:val="DefaultParagraphFont"/>
    <w:link w:val="Footer"/>
    <w:uiPriority w:val="99"/>
    <w:rsid w:val="00D035E5"/>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D62305"/>
    <w:pPr>
      <w:pBdr>
        <w:top w:val="single" w:sz="6" w:space="8" w:color="B64926" w:themeColor="accent3"/>
        <w:bottom w:val="single" w:sz="6" w:space="8" w:color="B64926" w:themeColor="accent3"/>
      </w:pBdr>
      <w:spacing w:after="400" w:line="240" w:lineRule="auto"/>
      <w:contextualSpacing/>
      <w:jc w:val="center"/>
    </w:pPr>
    <w:rPr>
      <w:rFonts w:asciiTheme="majorHAnsi" w:eastAsiaTheme="majorEastAsia" w:hAnsiTheme="majorHAnsi" w:cstheme="majorBidi"/>
      <w:caps/>
      <w:color w:val="505046" w:themeColor="text2"/>
      <w:spacing w:val="30"/>
      <w:sz w:val="72"/>
      <w:szCs w:val="72"/>
    </w:rPr>
  </w:style>
  <w:style w:type="character" w:customStyle="1" w:styleId="TitleChar">
    <w:name w:val="Title Char"/>
    <w:basedOn w:val="DefaultParagraphFont"/>
    <w:link w:val="Title"/>
    <w:uiPriority w:val="10"/>
    <w:rsid w:val="00D62305"/>
    <w:rPr>
      <w:rFonts w:asciiTheme="majorHAnsi" w:eastAsiaTheme="majorEastAsia" w:hAnsiTheme="majorHAnsi" w:cstheme="majorBidi"/>
      <w:caps/>
      <w:color w:val="505046" w:themeColor="text2"/>
      <w:spacing w:val="30"/>
      <w:sz w:val="72"/>
      <w:szCs w:val="72"/>
    </w:rPr>
  </w:style>
  <w:style w:type="paragraph" w:styleId="BalloonText">
    <w:name w:val="Balloon Text"/>
    <w:basedOn w:val="Normal"/>
    <w:link w:val="BalloonTextChar"/>
    <w:uiPriority w:val="99"/>
    <w:semiHidden/>
    <w:unhideWhenUsed/>
    <w:rsid w:val="00E06E73"/>
    <w:rPr>
      <w:rFonts w:ascii="Tahoma" w:hAnsi="Tahoma" w:cs="Tahoma"/>
      <w:sz w:val="16"/>
      <w:szCs w:val="16"/>
    </w:rPr>
  </w:style>
  <w:style w:type="character" w:customStyle="1" w:styleId="BalloonTextChar">
    <w:name w:val="Balloon Text Char"/>
    <w:basedOn w:val="DefaultParagraphFont"/>
    <w:link w:val="BalloonText"/>
    <w:uiPriority w:val="99"/>
    <w:semiHidden/>
    <w:rsid w:val="00E06E73"/>
    <w:rPr>
      <w:rFonts w:ascii="Tahoma" w:eastAsia="Times New Roman" w:hAnsi="Tahoma" w:cs="Tahoma"/>
      <w:sz w:val="16"/>
      <w:szCs w:val="16"/>
    </w:rPr>
  </w:style>
  <w:style w:type="paragraph" w:styleId="NoSpacing">
    <w:name w:val="No Spacing"/>
    <w:link w:val="NoSpacingChar"/>
    <w:uiPriority w:val="1"/>
    <w:qFormat/>
    <w:rsid w:val="00D62305"/>
    <w:pPr>
      <w:spacing w:after="0" w:line="240" w:lineRule="auto"/>
    </w:pPr>
  </w:style>
  <w:style w:type="character" w:customStyle="1" w:styleId="NoSpacingChar">
    <w:name w:val="No Spacing Char"/>
    <w:basedOn w:val="DefaultParagraphFont"/>
    <w:link w:val="NoSpacing"/>
    <w:uiPriority w:val="1"/>
    <w:rsid w:val="009164CA"/>
  </w:style>
  <w:style w:type="paragraph" w:customStyle="1" w:styleId="GraphicCaption">
    <w:name w:val="GraphicCaption"/>
    <w:basedOn w:val="Normal"/>
    <w:rsid w:val="00996F65"/>
    <w:rPr>
      <w:rFonts w:ascii="Segoe Pro" w:hAnsi="Segoe Pro"/>
      <w:sz w:val="18"/>
    </w:rPr>
  </w:style>
  <w:style w:type="paragraph" w:customStyle="1" w:styleId="List1GraphicCaption">
    <w:name w:val="List1GraphicCaption"/>
    <w:basedOn w:val="Normal"/>
    <w:rsid w:val="00996F65"/>
    <w:pPr>
      <w:ind w:left="720"/>
    </w:pPr>
    <w:rPr>
      <w:rFonts w:ascii="Segoe Pro" w:hAnsi="Segoe Pro"/>
      <w:sz w:val="18"/>
    </w:rPr>
  </w:style>
  <w:style w:type="paragraph" w:customStyle="1" w:styleId="ObjectiveChapterLast">
    <w:name w:val="ObjectiveChapterLast"/>
    <w:basedOn w:val="Normal"/>
    <w:uiPriority w:val="3"/>
    <w:rsid w:val="00996F65"/>
    <w:pPr>
      <w:widowControl w:val="0"/>
      <w:pBdr>
        <w:bottom w:val="single" w:sz="12" w:space="1" w:color="auto"/>
      </w:pBdr>
      <w:autoSpaceDE w:val="0"/>
      <w:autoSpaceDN w:val="0"/>
      <w:adjustRightInd w:val="0"/>
      <w:spacing w:before="240" w:after="140" w:line="280" w:lineRule="exact"/>
      <w:textAlignment w:val="baseline"/>
    </w:pPr>
    <w:rPr>
      <w:rFonts w:ascii="Segoe Pro" w:hAnsi="Segoe Pro" w:cs="Segoe"/>
      <w:color w:val="000000"/>
      <w:sz w:val="20"/>
      <w:szCs w:val="20"/>
    </w:rPr>
  </w:style>
  <w:style w:type="paragraph" w:customStyle="1" w:styleId="ReaderAidPracticeFiles">
    <w:name w:val="ReaderAidPracticeFiles"/>
    <w:basedOn w:val="Normal"/>
    <w:rsid w:val="00996F65"/>
    <w:pPr>
      <w:widowControl w:val="0"/>
      <w:pBdr>
        <w:top w:val="single" w:sz="4" w:space="1" w:color="auto"/>
        <w:bottom w:val="single" w:sz="4" w:space="1" w:color="auto"/>
      </w:pBdr>
      <w:shd w:val="clear" w:color="auto" w:fill="BFBFBF" w:themeFill="background1" w:themeFillShade="BF"/>
      <w:tabs>
        <w:tab w:val="left" w:pos="720"/>
      </w:tabs>
      <w:autoSpaceDE w:val="0"/>
      <w:autoSpaceDN w:val="0"/>
      <w:adjustRightInd w:val="0"/>
      <w:spacing w:after="0" w:line="280" w:lineRule="exact"/>
      <w:textAlignment w:val="baseline"/>
    </w:pPr>
    <w:rPr>
      <w:rFonts w:ascii="Segoe Pro Semibold" w:hAnsi="Segoe Pro Semibold" w:cs="Segoe"/>
      <w:color w:val="404040" w:themeColor="text1" w:themeTint="BF"/>
      <w:sz w:val="18"/>
      <w:szCs w:val="20"/>
    </w:rPr>
  </w:style>
  <w:style w:type="paragraph" w:customStyle="1" w:styleId="List1Practice">
    <w:name w:val="List1Practice"/>
    <w:basedOn w:val="Normal"/>
    <w:uiPriority w:val="6"/>
    <w:rsid w:val="00996F65"/>
    <w:pPr>
      <w:widowControl w:val="0"/>
      <w:numPr>
        <w:numId w:val="6"/>
      </w:numPr>
      <w:shd w:val="clear" w:color="auto" w:fill="DDDDDD"/>
      <w:tabs>
        <w:tab w:val="left" w:pos="1800"/>
      </w:tabs>
      <w:autoSpaceDE w:val="0"/>
      <w:autoSpaceDN w:val="0"/>
      <w:adjustRightInd w:val="0"/>
      <w:spacing w:after="0" w:line="280" w:lineRule="exact"/>
      <w:textAlignment w:val="baseline"/>
    </w:pPr>
    <w:rPr>
      <w:rFonts w:ascii="Segoe Pro" w:hAnsi="Segoe Pro" w:cs="Segoe"/>
      <w:color w:val="000000"/>
      <w:sz w:val="20"/>
      <w:szCs w:val="20"/>
    </w:rPr>
  </w:style>
  <w:style w:type="paragraph" w:customStyle="1" w:styleId="List1ProcSingle">
    <w:name w:val="List1ProcSingle"/>
    <w:basedOn w:val="Normal"/>
    <w:uiPriority w:val="6"/>
    <w:rsid w:val="00996F65"/>
    <w:pPr>
      <w:widowControl w:val="0"/>
      <w:numPr>
        <w:numId w:val="7"/>
      </w:numPr>
      <w:tabs>
        <w:tab w:val="left" w:pos="720"/>
      </w:tabs>
      <w:autoSpaceDE w:val="0"/>
      <w:autoSpaceDN w:val="0"/>
      <w:adjustRightInd w:val="0"/>
      <w:spacing w:line="280" w:lineRule="exact"/>
      <w:textAlignment w:val="baseline"/>
    </w:pPr>
    <w:rPr>
      <w:rFonts w:ascii="Segoe Pro" w:hAnsi="Segoe Pro" w:cs="Segoe"/>
      <w:color w:val="000000"/>
      <w:sz w:val="20"/>
      <w:szCs w:val="20"/>
    </w:rPr>
  </w:style>
  <w:style w:type="character" w:customStyle="1" w:styleId="UserInput">
    <w:name w:val="UserInput"/>
    <w:basedOn w:val="DefaultParagraphFont"/>
    <w:uiPriority w:val="1"/>
    <w:rsid w:val="00996F65"/>
    <w:rPr>
      <w:b/>
      <w:color w:val="5F5F5F"/>
      <w:u w:val="single"/>
    </w:rPr>
  </w:style>
  <w:style w:type="character" w:customStyle="1" w:styleId="Heading3Char">
    <w:name w:val="Heading 3 Char"/>
    <w:basedOn w:val="DefaultParagraphFont"/>
    <w:link w:val="Heading3"/>
    <w:uiPriority w:val="9"/>
    <w:semiHidden/>
    <w:rsid w:val="00D62305"/>
    <w:rPr>
      <w:rFonts w:asciiTheme="majorHAnsi" w:eastAsiaTheme="majorEastAsia" w:hAnsiTheme="majorHAnsi" w:cstheme="majorBidi"/>
      <w:sz w:val="32"/>
      <w:szCs w:val="32"/>
    </w:rPr>
  </w:style>
  <w:style w:type="character" w:customStyle="1" w:styleId="Heading4Char">
    <w:name w:val="Heading 4 Char"/>
    <w:basedOn w:val="DefaultParagraphFont"/>
    <w:link w:val="Heading4"/>
    <w:uiPriority w:val="9"/>
    <w:semiHidden/>
    <w:rsid w:val="00D62305"/>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D62305"/>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D62305"/>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D62305"/>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D62305"/>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D62305"/>
    <w:rPr>
      <w:b/>
      <w:bCs/>
      <w:i/>
      <w:iCs/>
    </w:rPr>
  </w:style>
  <w:style w:type="paragraph" w:styleId="Caption">
    <w:name w:val="caption"/>
    <w:basedOn w:val="Normal"/>
    <w:next w:val="Normal"/>
    <w:uiPriority w:val="35"/>
    <w:semiHidden/>
    <w:unhideWhenUsed/>
    <w:qFormat/>
    <w:rsid w:val="00D62305"/>
    <w:pPr>
      <w:spacing w:line="240" w:lineRule="auto"/>
    </w:pPr>
    <w:rPr>
      <w:b/>
      <w:bCs/>
      <w:color w:val="404040" w:themeColor="text1" w:themeTint="BF"/>
      <w:sz w:val="16"/>
      <w:szCs w:val="16"/>
    </w:rPr>
  </w:style>
  <w:style w:type="paragraph" w:styleId="Subtitle">
    <w:name w:val="Subtitle"/>
    <w:basedOn w:val="Normal"/>
    <w:next w:val="Normal"/>
    <w:link w:val="SubtitleChar"/>
    <w:uiPriority w:val="11"/>
    <w:qFormat/>
    <w:rsid w:val="00D62305"/>
    <w:pPr>
      <w:numPr>
        <w:ilvl w:val="1"/>
      </w:numPr>
      <w:jc w:val="center"/>
    </w:pPr>
    <w:rPr>
      <w:color w:val="505046" w:themeColor="text2"/>
      <w:sz w:val="28"/>
      <w:szCs w:val="28"/>
    </w:rPr>
  </w:style>
  <w:style w:type="character" w:customStyle="1" w:styleId="SubtitleChar">
    <w:name w:val="Subtitle Char"/>
    <w:basedOn w:val="DefaultParagraphFont"/>
    <w:link w:val="Subtitle"/>
    <w:uiPriority w:val="11"/>
    <w:rsid w:val="00D62305"/>
    <w:rPr>
      <w:color w:val="505046" w:themeColor="text2"/>
      <w:sz w:val="28"/>
      <w:szCs w:val="28"/>
    </w:rPr>
  </w:style>
  <w:style w:type="character" w:styleId="Strong">
    <w:name w:val="Strong"/>
    <w:basedOn w:val="DefaultParagraphFont"/>
    <w:uiPriority w:val="22"/>
    <w:qFormat/>
    <w:rsid w:val="00D62305"/>
    <w:rPr>
      <w:b/>
      <w:bCs/>
    </w:rPr>
  </w:style>
  <w:style w:type="paragraph" w:styleId="Quote">
    <w:name w:val="Quote"/>
    <w:basedOn w:val="Normal"/>
    <w:next w:val="Normal"/>
    <w:link w:val="QuoteChar"/>
    <w:uiPriority w:val="29"/>
    <w:qFormat/>
    <w:rsid w:val="00D62305"/>
    <w:pPr>
      <w:spacing w:before="160"/>
      <w:ind w:left="720" w:right="720"/>
      <w:jc w:val="center"/>
    </w:pPr>
    <w:rPr>
      <w:i/>
      <w:iCs/>
      <w:color w:val="88361C" w:themeColor="accent3" w:themeShade="BF"/>
      <w:sz w:val="24"/>
      <w:szCs w:val="24"/>
    </w:rPr>
  </w:style>
  <w:style w:type="character" w:customStyle="1" w:styleId="QuoteChar">
    <w:name w:val="Quote Char"/>
    <w:basedOn w:val="DefaultParagraphFont"/>
    <w:link w:val="Quote"/>
    <w:uiPriority w:val="29"/>
    <w:rsid w:val="00D62305"/>
    <w:rPr>
      <w:i/>
      <w:iCs/>
      <w:color w:val="88361C" w:themeColor="accent3" w:themeShade="BF"/>
      <w:sz w:val="24"/>
      <w:szCs w:val="24"/>
    </w:rPr>
  </w:style>
  <w:style w:type="paragraph" w:styleId="IntenseQuote">
    <w:name w:val="Intense Quote"/>
    <w:basedOn w:val="Normal"/>
    <w:next w:val="Normal"/>
    <w:link w:val="IntenseQuoteChar"/>
    <w:uiPriority w:val="30"/>
    <w:qFormat/>
    <w:rsid w:val="00D62305"/>
    <w:pPr>
      <w:spacing w:before="160" w:line="276" w:lineRule="auto"/>
      <w:ind w:left="936" w:right="936"/>
      <w:jc w:val="center"/>
    </w:pPr>
    <w:rPr>
      <w:rFonts w:asciiTheme="majorHAnsi" w:eastAsiaTheme="majorEastAsia" w:hAnsiTheme="majorHAnsi" w:cstheme="majorBidi"/>
      <w:caps/>
      <w:color w:val="B43412" w:themeColor="accent1" w:themeShade="BF"/>
      <w:sz w:val="28"/>
      <w:szCs w:val="28"/>
    </w:rPr>
  </w:style>
  <w:style w:type="character" w:customStyle="1" w:styleId="IntenseQuoteChar">
    <w:name w:val="Intense Quote Char"/>
    <w:basedOn w:val="DefaultParagraphFont"/>
    <w:link w:val="IntenseQuote"/>
    <w:uiPriority w:val="30"/>
    <w:rsid w:val="00D62305"/>
    <w:rPr>
      <w:rFonts w:asciiTheme="majorHAnsi" w:eastAsiaTheme="majorEastAsia" w:hAnsiTheme="majorHAnsi" w:cstheme="majorBidi"/>
      <w:caps/>
      <w:color w:val="B43412" w:themeColor="accent1" w:themeShade="BF"/>
      <w:sz w:val="28"/>
      <w:szCs w:val="28"/>
    </w:rPr>
  </w:style>
  <w:style w:type="character" w:styleId="SubtleEmphasis">
    <w:name w:val="Subtle Emphasis"/>
    <w:basedOn w:val="DefaultParagraphFont"/>
    <w:uiPriority w:val="19"/>
    <w:qFormat/>
    <w:rsid w:val="00D62305"/>
    <w:rPr>
      <w:i/>
      <w:iCs/>
      <w:color w:val="595959" w:themeColor="text1" w:themeTint="A6"/>
    </w:rPr>
  </w:style>
  <w:style w:type="character" w:styleId="IntenseEmphasis">
    <w:name w:val="Intense Emphasis"/>
    <w:basedOn w:val="DefaultParagraphFont"/>
    <w:uiPriority w:val="21"/>
    <w:qFormat/>
    <w:rsid w:val="00D62305"/>
    <w:rPr>
      <w:b/>
      <w:bCs/>
      <w:i/>
      <w:iCs/>
      <w:color w:val="auto"/>
    </w:rPr>
  </w:style>
  <w:style w:type="character" w:styleId="SubtleReference">
    <w:name w:val="Subtle Reference"/>
    <w:basedOn w:val="DefaultParagraphFont"/>
    <w:uiPriority w:val="31"/>
    <w:qFormat/>
    <w:rsid w:val="00D6230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D62305"/>
    <w:rPr>
      <w:b/>
      <w:bCs/>
      <w:caps w:val="0"/>
      <w:smallCaps/>
      <w:color w:val="auto"/>
      <w:spacing w:val="0"/>
      <w:u w:val="single"/>
    </w:rPr>
  </w:style>
  <w:style w:type="character" w:styleId="BookTitle">
    <w:name w:val="Book Title"/>
    <w:basedOn w:val="DefaultParagraphFont"/>
    <w:uiPriority w:val="33"/>
    <w:qFormat/>
    <w:rsid w:val="00D62305"/>
    <w:rPr>
      <w:b/>
      <w:bCs/>
      <w:caps w:val="0"/>
      <w:smallCaps/>
      <w:spacing w:val="0"/>
    </w:rPr>
  </w:style>
  <w:style w:type="paragraph" w:styleId="TOCHeading">
    <w:name w:val="TOC Heading"/>
    <w:basedOn w:val="Heading1"/>
    <w:next w:val="Normal"/>
    <w:uiPriority w:val="39"/>
    <w:unhideWhenUsed/>
    <w:qFormat/>
    <w:rsid w:val="00D62305"/>
    <w:pPr>
      <w:outlineLvl w:val="9"/>
    </w:pPr>
  </w:style>
  <w:style w:type="character" w:styleId="PageNumber">
    <w:name w:val="page number"/>
    <w:basedOn w:val="DefaultParagraphFont"/>
    <w:uiPriority w:val="99"/>
    <w:unhideWhenUsed/>
    <w:rsid w:val="005D57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png"/></Relationships>
</file>

<file path=word/theme/theme1.xml><?xml version="1.0" encoding="utf-8"?>
<a:theme xmlns:a="http://schemas.openxmlformats.org/drawingml/2006/main" name="Facet">
  <a:themeElements>
    <a:clrScheme name="Red Orange">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Corbel">
      <a:maj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2F39FD0C24ED944BDE268FBF1D44A7D" ma:contentTypeVersion="5" ma:contentTypeDescription="Create a new document." ma:contentTypeScope="" ma:versionID="3247c6083fc101af29103f0b7e092f46">
  <xsd:schema xmlns:xsd="http://www.w3.org/2001/XMLSchema" xmlns:xs="http://www.w3.org/2001/XMLSchema" xmlns:p="http://schemas.microsoft.com/office/2006/metadata/properties" xmlns:ns2="77becc8e-7285-40d5-b8ce-a40dd94f244c" xmlns:ns3="a394c466-49cd-47a9-80bc-69826cb63b92" targetNamespace="http://schemas.microsoft.com/office/2006/metadata/properties" ma:root="true" ma:fieldsID="2edafc4d18feb0834946fbed65aadff5" ns2:_="" ns3:_="">
    <xsd:import namespace="77becc8e-7285-40d5-b8ce-a40dd94f244c"/>
    <xsd:import namespace="a394c466-49cd-47a9-80bc-69826cb63b92"/>
    <xsd:element name="properties">
      <xsd:complexType>
        <xsd:sequence>
          <xsd:element name="documentManagement">
            <xsd:complexType>
              <xsd:all>
                <xsd:element ref="ns2:SharedWithUsers" minOccurs="0"/>
                <xsd:element ref="ns2:SharedWithDetails" minOccurs="0"/>
                <xsd:element ref="ns3:Stage" minOccurs="0"/>
                <xsd:element ref="ns3:Stage_x002d_INDDs" minOccurs="0"/>
                <xsd:element ref="ns3:Stage_x002d_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ecc8e-7285-40d5-b8ce-a40dd94f244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94c466-49cd-47a9-80bc-69826cb63b92" elementFormDefault="qualified">
    <xsd:import namespace="http://schemas.microsoft.com/office/2006/documentManagement/types"/>
    <xsd:import namespace="http://schemas.microsoft.com/office/infopath/2007/PartnerControls"/>
    <xsd:element name="Stage" ma:index="10" nillable="true" ma:displayName="Stage" ma:internalName="Stage">
      <xsd:simpleType>
        <xsd:restriction base="dms:Text">
          <xsd:maxLength value="255"/>
        </xsd:restriction>
      </xsd:simpleType>
    </xsd:element>
    <xsd:element name="Stage_x002d_INDDs" ma:index="11" nillable="true" ma:displayName="Stage-INDDs" ma:default="Layout in Progress" ma:format="Dropdown" ma:internalName="Stage_x002d_INDDs">
      <xsd:simpleType>
        <xsd:restriction base="dms:Choice">
          <xsd:enumeration value="Layout in Progress"/>
          <xsd:enumeration value="Graphics"/>
          <xsd:enumeration value="AU INDD"/>
          <xsd:enumeration value="Indexing"/>
          <xsd:enumeration value="Layout 1 - Proof 1"/>
          <xsd:enumeration value="Layout 2 - Proof 2"/>
          <xsd:enumeration value="Proof cx"/>
          <xsd:enumeration value="Layout crx"/>
          <xsd:enumeration value="Pageturning"/>
          <xsd:enumeration value="Pageturning crx"/>
          <xsd:enumeration value="Final"/>
        </xsd:restriction>
      </xsd:simpleType>
    </xsd:element>
    <xsd:element name="Stage_x002d_Notes" ma:index="12" nillable="true" ma:displayName="Stage-Notes" ma:internalName="Stage_x002d_Note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Stage xmlns="a394c466-49cd-47a9-80bc-69826cb63b92" xsi:nil="true"/>
    <Stage_x002d_Notes xmlns="a394c466-49cd-47a9-80bc-69826cb63b92" xsi:nil="true"/>
    <Stage_x002d_INDDs xmlns="a394c466-49cd-47a9-80bc-69826cb63b92">Layout in Progress</Stage_x002d_INDDs>
  </documentManagement>
</p:properties>
</file>

<file path=customXml/itemProps1.xml><?xml version="1.0" encoding="utf-8"?>
<ds:datastoreItem xmlns:ds="http://schemas.openxmlformats.org/officeDocument/2006/customXml" ds:itemID="{DCC4C9C4-B03A-422F-B2DE-EC99112291A2}">
  <ds:schemaRefs>
    <ds:schemaRef ds:uri="http://schemas.microsoft.com/sharepoint/v3/contenttype/forms"/>
  </ds:schemaRefs>
</ds:datastoreItem>
</file>

<file path=customXml/itemProps2.xml><?xml version="1.0" encoding="utf-8"?>
<ds:datastoreItem xmlns:ds="http://schemas.openxmlformats.org/officeDocument/2006/customXml" ds:itemID="{8DA624B6-B757-415E-B8F7-2806E850F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ecc8e-7285-40d5-b8ce-a40dd94f244c"/>
    <ds:schemaRef ds:uri="a394c466-49cd-47a9-80bc-69826cb63b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47E55A-EF9D-4143-BAF8-882B6958953C}">
  <ds:schemaRefs>
    <ds:schemaRef ds:uri="http://schemas.microsoft.com/office/2006/metadata/properties"/>
    <ds:schemaRef ds:uri="a394c466-49cd-47a9-80bc-69826cb63b92"/>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709</Words>
  <Characters>3207</Characters>
  <Application>Microsoft Office Word</Application>
  <DocSecurity>0</DocSecurity>
  <Lines>71</Lines>
  <Paragraphs>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2016-09-09T20:43:00Z</dcterms:created>
  <dcterms:modified xsi:type="dcterms:W3CDTF">2021-06-08T14:34:00Z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0x01010022F39FD0C24ED944BDE268FBF1D44A7D</vt:lpwstr>
  </property>
</Properties>
</file>